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2595">
        <w:rPr>
          <w:rFonts w:ascii="Arial" w:hAnsi="Arial" w:cs="Arial"/>
          <w:b/>
          <w:caps/>
          <w:sz w:val="28"/>
          <w:szCs w:val="28"/>
        </w:rPr>
        <w:t>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27251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9C534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13EF">
              <w:rPr>
                <w:rFonts w:ascii="Arial" w:hAnsi="Arial" w:cs="Arial"/>
                <w:sz w:val="20"/>
                <w:szCs w:val="20"/>
              </w:rPr>
              <w:t>JTU - Jacareí Transporte Urbano Ltda.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C55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9613EF">
              <w:rPr>
                <w:rFonts w:ascii="Arial" w:hAnsi="Arial" w:cs="Arial"/>
                <w:sz w:val="20"/>
                <w:szCs w:val="20"/>
              </w:rPr>
              <w:t xml:space="preserve">providências </w:t>
            </w:r>
            <w:r w:rsidR="00562595">
              <w:rPr>
                <w:rFonts w:ascii="Arial" w:hAnsi="Arial" w:cs="Arial"/>
                <w:sz w:val="20"/>
                <w:szCs w:val="20"/>
              </w:rPr>
              <w:t>com vistas à implantação da Linha Circular Parque Meia Lua / Terminal Rodoviário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645FA5" w:rsidRPr="00645FA5">
        <w:rPr>
          <w:rFonts w:ascii="Arial" w:hAnsi="Arial" w:cs="Arial"/>
        </w:rPr>
        <w:t>JTU - Jacareí Transporte Urbano Ltda.</w:t>
      </w:r>
      <w:r w:rsidR="00645FA5">
        <w:rPr>
          <w:rFonts w:ascii="Arial" w:hAnsi="Arial" w:cs="Arial"/>
        </w:rPr>
        <w:t xml:space="preserve"> </w:t>
      </w:r>
      <w:r w:rsidR="00645FA5" w:rsidRPr="00645FA5">
        <w:rPr>
          <w:rFonts w:ascii="Arial" w:hAnsi="Arial" w:cs="Arial"/>
        </w:rPr>
        <w:t xml:space="preserve">solicitando </w:t>
      </w:r>
      <w:r w:rsidR="000C3CED" w:rsidRPr="000C3CED">
        <w:rPr>
          <w:rFonts w:ascii="Arial" w:hAnsi="Arial" w:cs="Arial"/>
        </w:rPr>
        <w:t xml:space="preserve">providências </w:t>
      </w:r>
      <w:r w:rsidR="00842C8C" w:rsidRPr="00842C8C">
        <w:rPr>
          <w:rFonts w:ascii="Arial" w:hAnsi="Arial" w:cs="Arial"/>
        </w:rPr>
        <w:t>com vistas à implantação da Linha Circular Parque Meia Lua / Terminal Rodoviário</w:t>
      </w:r>
      <w:r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</w:t>
      </w:r>
      <w:bookmarkStart w:id="0" w:name="_GoBack"/>
      <w:bookmarkEnd w:id="0"/>
      <w:r w:rsidRPr="001D5EB5">
        <w:rPr>
          <w:rFonts w:ascii="Arial" w:hAnsi="Arial" w:cs="Arial"/>
        </w:rPr>
        <w:t xml:space="preserve">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184885" w:rsidRPr="00645FA5">
        <w:rPr>
          <w:rFonts w:ascii="Arial" w:hAnsi="Arial" w:cs="Arial"/>
        </w:rPr>
        <w:t>Jacareí Transporte Urbano Ltda</w:t>
      </w:r>
      <w:r w:rsidR="00184885">
        <w:rPr>
          <w:rFonts w:ascii="Arial" w:hAnsi="Arial" w:cs="Arial"/>
        </w:rPr>
        <w:t>.</w:t>
      </w:r>
      <w:r w:rsidR="009519C4">
        <w:rPr>
          <w:rFonts w:ascii="Arial" w:hAnsi="Arial" w:cs="Arial"/>
        </w:rPr>
        <w:t xml:space="preserve">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2C8C">
        <w:rPr>
          <w:rFonts w:ascii="Arial" w:hAnsi="Arial" w:cs="Arial"/>
        </w:rPr>
        <w:t>4</w:t>
      </w:r>
      <w:r w:rsidR="00EF4929">
        <w:rPr>
          <w:rFonts w:ascii="Arial" w:hAnsi="Arial" w:cs="Arial"/>
        </w:rPr>
        <w:t xml:space="preserve"> de </w:t>
      </w:r>
      <w:r w:rsidR="008B1DC4">
        <w:rPr>
          <w:rFonts w:ascii="Arial" w:hAnsi="Arial" w:cs="Arial"/>
        </w:rPr>
        <w:t>a</w:t>
      </w:r>
      <w:r w:rsidR="00842C8C">
        <w:rPr>
          <w:rFonts w:ascii="Arial" w:hAnsi="Arial" w:cs="Arial"/>
        </w:rPr>
        <w:t>b</w:t>
      </w:r>
      <w:r w:rsidR="008B1DC4">
        <w:rPr>
          <w:rFonts w:ascii="Arial" w:hAnsi="Arial" w:cs="Arial"/>
        </w:rPr>
        <w:t>r</w:t>
      </w:r>
      <w:r w:rsidR="00842C8C">
        <w:rPr>
          <w:rFonts w:ascii="Arial" w:hAnsi="Arial" w:cs="Arial"/>
        </w:rPr>
        <w:t>il</w:t>
      </w:r>
      <w:r w:rsidR="00AF2143">
        <w:rPr>
          <w:rFonts w:ascii="Arial" w:hAnsi="Arial" w:cs="Arial"/>
        </w:rPr>
        <w:t xml:space="preserve"> </w:t>
      </w:r>
      <w:r w:rsidR="00C5262F">
        <w:rPr>
          <w:rFonts w:ascii="Arial" w:hAnsi="Arial" w:cs="Arial"/>
        </w:rPr>
        <w:t>de 2018</w:t>
      </w:r>
      <w:r w:rsidR="00EF4929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04990" w:rsidRDefault="00CD7446" w:rsidP="00701ED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0499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329" w:rsidRDefault="00285329">
      <w:r>
        <w:separator/>
      </w:r>
    </w:p>
  </w:endnote>
  <w:endnote w:type="continuationSeparator" w:id="0">
    <w:p w:rsidR="00285329" w:rsidRDefault="00285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329" w:rsidRDefault="00285329">
      <w:r>
        <w:separator/>
      </w:r>
    </w:p>
  </w:footnote>
  <w:footnote w:type="continuationSeparator" w:id="0">
    <w:p w:rsidR="00285329" w:rsidRDefault="00285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04990">
      <w:rPr>
        <w:rFonts w:ascii="Arial" w:hAnsi="Arial" w:cs="Arial"/>
        <w:b/>
        <w:sz w:val="20"/>
        <w:szCs w:val="20"/>
        <w:u w:val="single"/>
      </w:rPr>
      <w:t>53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04990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1ED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1ED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E4"/>
    <w:rsid w:val="00003E3D"/>
    <w:rsid w:val="00012789"/>
    <w:rsid w:val="00014246"/>
    <w:rsid w:val="00016C90"/>
    <w:rsid w:val="00024FD3"/>
    <w:rsid w:val="00030161"/>
    <w:rsid w:val="00037ED5"/>
    <w:rsid w:val="00040189"/>
    <w:rsid w:val="00046E79"/>
    <w:rsid w:val="00054035"/>
    <w:rsid w:val="00056288"/>
    <w:rsid w:val="00062AE2"/>
    <w:rsid w:val="00066826"/>
    <w:rsid w:val="00073FE9"/>
    <w:rsid w:val="00086566"/>
    <w:rsid w:val="00094490"/>
    <w:rsid w:val="000958D5"/>
    <w:rsid w:val="00097C82"/>
    <w:rsid w:val="00097CAE"/>
    <w:rsid w:val="000A7B2D"/>
    <w:rsid w:val="000B06A3"/>
    <w:rsid w:val="000C3CED"/>
    <w:rsid w:val="000C52A2"/>
    <w:rsid w:val="000F597F"/>
    <w:rsid w:val="000F6251"/>
    <w:rsid w:val="00106F15"/>
    <w:rsid w:val="001256BD"/>
    <w:rsid w:val="001339A2"/>
    <w:rsid w:val="00133C55"/>
    <w:rsid w:val="00143705"/>
    <w:rsid w:val="001442BA"/>
    <w:rsid w:val="0014591F"/>
    <w:rsid w:val="00150EE2"/>
    <w:rsid w:val="001549C2"/>
    <w:rsid w:val="00172E81"/>
    <w:rsid w:val="00181CD2"/>
    <w:rsid w:val="00184885"/>
    <w:rsid w:val="00193505"/>
    <w:rsid w:val="001A09F2"/>
    <w:rsid w:val="001A4657"/>
    <w:rsid w:val="001B0773"/>
    <w:rsid w:val="001D0AFE"/>
    <w:rsid w:val="001E35E5"/>
    <w:rsid w:val="001F134B"/>
    <w:rsid w:val="001F13C3"/>
    <w:rsid w:val="001F2E1E"/>
    <w:rsid w:val="00204ED7"/>
    <w:rsid w:val="00206384"/>
    <w:rsid w:val="00211EA5"/>
    <w:rsid w:val="00215725"/>
    <w:rsid w:val="002275B3"/>
    <w:rsid w:val="00230509"/>
    <w:rsid w:val="00230859"/>
    <w:rsid w:val="002329A6"/>
    <w:rsid w:val="00234274"/>
    <w:rsid w:val="0024213E"/>
    <w:rsid w:val="00244E01"/>
    <w:rsid w:val="00253C82"/>
    <w:rsid w:val="00265002"/>
    <w:rsid w:val="0027270E"/>
    <w:rsid w:val="00285242"/>
    <w:rsid w:val="00285329"/>
    <w:rsid w:val="00294650"/>
    <w:rsid w:val="002949FF"/>
    <w:rsid w:val="002A4681"/>
    <w:rsid w:val="002A587F"/>
    <w:rsid w:val="002A7434"/>
    <w:rsid w:val="002B6802"/>
    <w:rsid w:val="002C4B2B"/>
    <w:rsid w:val="002C5C70"/>
    <w:rsid w:val="002D3D9E"/>
    <w:rsid w:val="002D5204"/>
    <w:rsid w:val="002D6CDF"/>
    <w:rsid w:val="002F02DB"/>
    <w:rsid w:val="002F4897"/>
    <w:rsid w:val="0030168E"/>
    <w:rsid w:val="003025F0"/>
    <w:rsid w:val="00317C1A"/>
    <w:rsid w:val="00323F0F"/>
    <w:rsid w:val="00327EE0"/>
    <w:rsid w:val="00332D26"/>
    <w:rsid w:val="00336B69"/>
    <w:rsid w:val="00343A76"/>
    <w:rsid w:val="00347D5E"/>
    <w:rsid w:val="003603B1"/>
    <w:rsid w:val="003741A7"/>
    <w:rsid w:val="00381797"/>
    <w:rsid w:val="003848C4"/>
    <w:rsid w:val="00396DE4"/>
    <w:rsid w:val="00397FF3"/>
    <w:rsid w:val="003A77BE"/>
    <w:rsid w:val="003A79BC"/>
    <w:rsid w:val="003B5E00"/>
    <w:rsid w:val="003B79F6"/>
    <w:rsid w:val="003C16CA"/>
    <w:rsid w:val="003C6115"/>
    <w:rsid w:val="003E188F"/>
    <w:rsid w:val="003E796E"/>
    <w:rsid w:val="003F02AF"/>
    <w:rsid w:val="003F47EC"/>
    <w:rsid w:val="003F7497"/>
    <w:rsid w:val="0040001B"/>
    <w:rsid w:val="0040352E"/>
    <w:rsid w:val="0041219A"/>
    <w:rsid w:val="00412795"/>
    <w:rsid w:val="0041676E"/>
    <w:rsid w:val="00417F47"/>
    <w:rsid w:val="00425C3B"/>
    <w:rsid w:val="00426C9F"/>
    <w:rsid w:val="00435F36"/>
    <w:rsid w:val="00436A11"/>
    <w:rsid w:val="00445771"/>
    <w:rsid w:val="004752A2"/>
    <w:rsid w:val="00477736"/>
    <w:rsid w:val="00486026"/>
    <w:rsid w:val="0048651F"/>
    <w:rsid w:val="004879C9"/>
    <w:rsid w:val="00487D64"/>
    <w:rsid w:val="00493115"/>
    <w:rsid w:val="00493323"/>
    <w:rsid w:val="00494A45"/>
    <w:rsid w:val="004A1B20"/>
    <w:rsid w:val="004B1E74"/>
    <w:rsid w:val="004B780B"/>
    <w:rsid w:val="004B7A86"/>
    <w:rsid w:val="004C2C30"/>
    <w:rsid w:val="004C6C78"/>
    <w:rsid w:val="004D2266"/>
    <w:rsid w:val="004E06ED"/>
    <w:rsid w:val="004E46DA"/>
    <w:rsid w:val="004E7CA9"/>
    <w:rsid w:val="004F39E9"/>
    <w:rsid w:val="004F690D"/>
    <w:rsid w:val="004F6A11"/>
    <w:rsid w:val="00500C96"/>
    <w:rsid w:val="00505357"/>
    <w:rsid w:val="00505FD8"/>
    <w:rsid w:val="0050779A"/>
    <w:rsid w:val="00507EA0"/>
    <w:rsid w:val="005163E7"/>
    <w:rsid w:val="00523092"/>
    <w:rsid w:val="00524669"/>
    <w:rsid w:val="00527B34"/>
    <w:rsid w:val="00533862"/>
    <w:rsid w:val="00534A3F"/>
    <w:rsid w:val="00535038"/>
    <w:rsid w:val="00553BAE"/>
    <w:rsid w:val="00557076"/>
    <w:rsid w:val="00562595"/>
    <w:rsid w:val="00564368"/>
    <w:rsid w:val="0057730F"/>
    <w:rsid w:val="00580008"/>
    <w:rsid w:val="0058109A"/>
    <w:rsid w:val="00584E48"/>
    <w:rsid w:val="005854B1"/>
    <w:rsid w:val="005868AE"/>
    <w:rsid w:val="005A01D0"/>
    <w:rsid w:val="005A03FA"/>
    <w:rsid w:val="005B3D21"/>
    <w:rsid w:val="005C28F0"/>
    <w:rsid w:val="005C3938"/>
    <w:rsid w:val="005D702D"/>
    <w:rsid w:val="005E138D"/>
    <w:rsid w:val="005F19C3"/>
    <w:rsid w:val="005F3C30"/>
    <w:rsid w:val="005F6659"/>
    <w:rsid w:val="006130CB"/>
    <w:rsid w:val="006146F4"/>
    <w:rsid w:val="00623FE8"/>
    <w:rsid w:val="00624472"/>
    <w:rsid w:val="006426AE"/>
    <w:rsid w:val="00644AF3"/>
    <w:rsid w:val="00645FA5"/>
    <w:rsid w:val="006546C3"/>
    <w:rsid w:val="00654CEB"/>
    <w:rsid w:val="006673B9"/>
    <w:rsid w:val="006702D3"/>
    <w:rsid w:val="00674F7D"/>
    <w:rsid w:val="00681021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32C2"/>
    <w:rsid w:val="006D6F7D"/>
    <w:rsid w:val="006E7E66"/>
    <w:rsid w:val="006F4E64"/>
    <w:rsid w:val="006F7B0A"/>
    <w:rsid w:val="00701EDA"/>
    <w:rsid w:val="00702821"/>
    <w:rsid w:val="007074CF"/>
    <w:rsid w:val="00712F89"/>
    <w:rsid w:val="00715A61"/>
    <w:rsid w:val="00715F74"/>
    <w:rsid w:val="00725E66"/>
    <w:rsid w:val="00727CDB"/>
    <w:rsid w:val="00731AE3"/>
    <w:rsid w:val="0073407F"/>
    <w:rsid w:val="00736851"/>
    <w:rsid w:val="007517D9"/>
    <w:rsid w:val="00773F1F"/>
    <w:rsid w:val="00775A1B"/>
    <w:rsid w:val="007838DC"/>
    <w:rsid w:val="00790911"/>
    <w:rsid w:val="007B4DCE"/>
    <w:rsid w:val="007B518E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C8C"/>
    <w:rsid w:val="00842D6C"/>
    <w:rsid w:val="008430AE"/>
    <w:rsid w:val="0084321A"/>
    <w:rsid w:val="00845ABE"/>
    <w:rsid w:val="008474F2"/>
    <w:rsid w:val="00850BAD"/>
    <w:rsid w:val="00853019"/>
    <w:rsid w:val="00853E04"/>
    <w:rsid w:val="00862955"/>
    <w:rsid w:val="00870972"/>
    <w:rsid w:val="00877E50"/>
    <w:rsid w:val="00877F59"/>
    <w:rsid w:val="008811CD"/>
    <w:rsid w:val="00883B7B"/>
    <w:rsid w:val="0088636C"/>
    <w:rsid w:val="008909A4"/>
    <w:rsid w:val="00894CA7"/>
    <w:rsid w:val="008A0EB2"/>
    <w:rsid w:val="008A7807"/>
    <w:rsid w:val="008B1DC4"/>
    <w:rsid w:val="008C33AB"/>
    <w:rsid w:val="008D08A1"/>
    <w:rsid w:val="008E27A4"/>
    <w:rsid w:val="00900D1D"/>
    <w:rsid w:val="009171AF"/>
    <w:rsid w:val="00920123"/>
    <w:rsid w:val="00922964"/>
    <w:rsid w:val="00931EDF"/>
    <w:rsid w:val="009325A3"/>
    <w:rsid w:val="00932709"/>
    <w:rsid w:val="00936348"/>
    <w:rsid w:val="009519C4"/>
    <w:rsid w:val="0095614A"/>
    <w:rsid w:val="009613EF"/>
    <w:rsid w:val="009768E6"/>
    <w:rsid w:val="0098211D"/>
    <w:rsid w:val="009A1577"/>
    <w:rsid w:val="009A2ABD"/>
    <w:rsid w:val="009A58EC"/>
    <w:rsid w:val="009B207E"/>
    <w:rsid w:val="009B2D38"/>
    <w:rsid w:val="009B32F8"/>
    <w:rsid w:val="009B4138"/>
    <w:rsid w:val="009C534D"/>
    <w:rsid w:val="009D0F6E"/>
    <w:rsid w:val="009D50D4"/>
    <w:rsid w:val="009D512F"/>
    <w:rsid w:val="009E0CA2"/>
    <w:rsid w:val="009E1F05"/>
    <w:rsid w:val="009E42A2"/>
    <w:rsid w:val="009E6B3F"/>
    <w:rsid w:val="00A21A8C"/>
    <w:rsid w:val="00A21BC3"/>
    <w:rsid w:val="00A27A19"/>
    <w:rsid w:val="00A349F1"/>
    <w:rsid w:val="00A36447"/>
    <w:rsid w:val="00A46B01"/>
    <w:rsid w:val="00A71DC2"/>
    <w:rsid w:val="00A72197"/>
    <w:rsid w:val="00A90F5B"/>
    <w:rsid w:val="00A92CB9"/>
    <w:rsid w:val="00AC24F9"/>
    <w:rsid w:val="00AC5255"/>
    <w:rsid w:val="00AC712C"/>
    <w:rsid w:val="00AD3A7D"/>
    <w:rsid w:val="00AD6B47"/>
    <w:rsid w:val="00AE5C0E"/>
    <w:rsid w:val="00AF0C17"/>
    <w:rsid w:val="00AF1EDF"/>
    <w:rsid w:val="00AF2143"/>
    <w:rsid w:val="00B03D8B"/>
    <w:rsid w:val="00B100E3"/>
    <w:rsid w:val="00B10E9F"/>
    <w:rsid w:val="00B23CBE"/>
    <w:rsid w:val="00B301CC"/>
    <w:rsid w:val="00B515DB"/>
    <w:rsid w:val="00B56DBA"/>
    <w:rsid w:val="00B57E0F"/>
    <w:rsid w:val="00B605FA"/>
    <w:rsid w:val="00B72CAA"/>
    <w:rsid w:val="00B75CEF"/>
    <w:rsid w:val="00B76DC9"/>
    <w:rsid w:val="00BA1565"/>
    <w:rsid w:val="00BB38F4"/>
    <w:rsid w:val="00BB3F3E"/>
    <w:rsid w:val="00BC44DF"/>
    <w:rsid w:val="00BC6BEA"/>
    <w:rsid w:val="00BD0B72"/>
    <w:rsid w:val="00BD1F36"/>
    <w:rsid w:val="00BD3C47"/>
    <w:rsid w:val="00BE1B39"/>
    <w:rsid w:val="00BE4F2E"/>
    <w:rsid w:val="00BF791A"/>
    <w:rsid w:val="00C04990"/>
    <w:rsid w:val="00C06926"/>
    <w:rsid w:val="00C06BEA"/>
    <w:rsid w:val="00C14100"/>
    <w:rsid w:val="00C165C1"/>
    <w:rsid w:val="00C265FC"/>
    <w:rsid w:val="00C3311B"/>
    <w:rsid w:val="00C36E68"/>
    <w:rsid w:val="00C42806"/>
    <w:rsid w:val="00C44D39"/>
    <w:rsid w:val="00C45509"/>
    <w:rsid w:val="00C5262F"/>
    <w:rsid w:val="00C76263"/>
    <w:rsid w:val="00C80726"/>
    <w:rsid w:val="00C93AB6"/>
    <w:rsid w:val="00CA2A80"/>
    <w:rsid w:val="00CA476A"/>
    <w:rsid w:val="00CA759E"/>
    <w:rsid w:val="00CB2BAB"/>
    <w:rsid w:val="00CC4116"/>
    <w:rsid w:val="00CD7446"/>
    <w:rsid w:val="00CF31DE"/>
    <w:rsid w:val="00D10557"/>
    <w:rsid w:val="00D11D60"/>
    <w:rsid w:val="00D14EB1"/>
    <w:rsid w:val="00D1506D"/>
    <w:rsid w:val="00D16CA1"/>
    <w:rsid w:val="00D2072E"/>
    <w:rsid w:val="00D233C7"/>
    <w:rsid w:val="00D2463B"/>
    <w:rsid w:val="00D35C2F"/>
    <w:rsid w:val="00D50607"/>
    <w:rsid w:val="00D507D5"/>
    <w:rsid w:val="00D5109E"/>
    <w:rsid w:val="00D5430F"/>
    <w:rsid w:val="00D564F1"/>
    <w:rsid w:val="00D64FCC"/>
    <w:rsid w:val="00D71C6D"/>
    <w:rsid w:val="00D8102A"/>
    <w:rsid w:val="00D8365B"/>
    <w:rsid w:val="00D872EF"/>
    <w:rsid w:val="00DB23E5"/>
    <w:rsid w:val="00DB48F6"/>
    <w:rsid w:val="00DC7432"/>
    <w:rsid w:val="00DC7799"/>
    <w:rsid w:val="00DE50DD"/>
    <w:rsid w:val="00DE6F56"/>
    <w:rsid w:val="00E0249F"/>
    <w:rsid w:val="00E07978"/>
    <w:rsid w:val="00E07C92"/>
    <w:rsid w:val="00E11F92"/>
    <w:rsid w:val="00E14F37"/>
    <w:rsid w:val="00E15B07"/>
    <w:rsid w:val="00E25DC5"/>
    <w:rsid w:val="00E3022D"/>
    <w:rsid w:val="00E3084B"/>
    <w:rsid w:val="00E31EEA"/>
    <w:rsid w:val="00E60037"/>
    <w:rsid w:val="00E652B6"/>
    <w:rsid w:val="00E66CFD"/>
    <w:rsid w:val="00E721EC"/>
    <w:rsid w:val="00E83278"/>
    <w:rsid w:val="00E86C30"/>
    <w:rsid w:val="00E87F12"/>
    <w:rsid w:val="00E90791"/>
    <w:rsid w:val="00E90C30"/>
    <w:rsid w:val="00EA3D6D"/>
    <w:rsid w:val="00EB04D6"/>
    <w:rsid w:val="00EB3182"/>
    <w:rsid w:val="00ED2065"/>
    <w:rsid w:val="00ED2736"/>
    <w:rsid w:val="00ED3A6A"/>
    <w:rsid w:val="00EF4929"/>
    <w:rsid w:val="00F014C4"/>
    <w:rsid w:val="00F031CC"/>
    <w:rsid w:val="00F05495"/>
    <w:rsid w:val="00F07216"/>
    <w:rsid w:val="00F22298"/>
    <w:rsid w:val="00F2379F"/>
    <w:rsid w:val="00F25A14"/>
    <w:rsid w:val="00F27251"/>
    <w:rsid w:val="00F27895"/>
    <w:rsid w:val="00F400EF"/>
    <w:rsid w:val="00F420E5"/>
    <w:rsid w:val="00F42A05"/>
    <w:rsid w:val="00F5150F"/>
    <w:rsid w:val="00F65C85"/>
    <w:rsid w:val="00F73DA3"/>
    <w:rsid w:val="00F76D10"/>
    <w:rsid w:val="00F77CE7"/>
    <w:rsid w:val="00F8191D"/>
    <w:rsid w:val="00FA3CFC"/>
    <w:rsid w:val="00FB00FA"/>
    <w:rsid w:val="00FB317B"/>
    <w:rsid w:val="00FC1BFD"/>
    <w:rsid w:val="00FC1C13"/>
    <w:rsid w:val="00FC7B01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8B9B2-6B7B-4989-B200-F02E24916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2017-10-17T11:32:00Z</cp:lastPrinted>
  <dcterms:created xsi:type="dcterms:W3CDTF">2018-03-29T14:24:00Z</dcterms:created>
  <dcterms:modified xsi:type="dcterms:W3CDTF">2018-04-02T13:15:00Z</dcterms:modified>
</cp:coreProperties>
</file>